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AA3" w:rsidRDefault="00805AA3" w:rsidP="00805AA3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bookmarkStart w:id="0" w:name="_GoBack"/>
      <w:bookmarkEnd w:id="0"/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>Ime, prezime i broj članske iskaznice: _________________________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___________</w:t>
      </w:r>
    </w:p>
    <w:p w:rsidR="00805AA3" w:rsidRDefault="00805AA3" w:rsidP="00805AA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Adresa prebivališta </w:t>
      </w:r>
    </w:p>
    <w:p w:rsidR="00805AA3" w:rsidRDefault="00805AA3" w:rsidP="00805A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>(ulica, kućni broj, mjesto i broj pošte):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____________________________________</w:t>
      </w:r>
    </w:p>
    <w:p w:rsidR="00805AA3" w:rsidRDefault="00805AA3" w:rsidP="00805A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805AA3" w:rsidRPr="00805AA3" w:rsidRDefault="00805AA3" w:rsidP="00805AA3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>OIB: _____________________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______</w:t>
      </w:r>
    </w:p>
    <w:p w:rsidR="00805AA3" w:rsidRPr="00805AA3" w:rsidRDefault="00805AA3" w:rsidP="00805AA3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805AA3" w:rsidRPr="00805AA3" w:rsidRDefault="00805AA3" w:rsidP="00805AA3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>U svrhu učlanjenja u Student servis, Studentskog centra u Varaždinu pod kaznenom i materijalnom odgovornošću dajem sljedeću</w:t>
      </w:r>
    </w:p>
    <w:p w:rsidR="00805AA3" w:rsidRPr="00805AA3" w:rsidRDefault="00805AA3" w:rsidP="00805AA3">
      <w:pPr>
        <w:spacing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hr-HR"/>
        </w:rPr>
      </w:pPr>
      <w:r w:rsidRPr="00805AA3">
        <w:rPr>
          <w:rFonts w:ascii="Times New Roman" w:eastAsia="Calibri" w:hAnsi="Times New Roman" w:cs="Times New Roman"/>
          <w:b/>
          <w:sz w:val="32"/>
          <w:szCs w:val="32"/>
          <w:lang w:val="hr-HR"/>
        </w:rPr>
        <w:t>I Z J A V U</w:t>
      </w:r>
    </w:p>
    <w:p w:rsidR="00805AA3" w:rsidRDefault="00805AA3" w:rsidP="00805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Times New Roman" w:hAnsi="Times New Roman" w:cs="Times New Roman"/>
          <w:sz w:val="24"/>
          <w:szCs w:val="24"/>
          <w:lang w:val="hr-HR"/>
        </w:rPr>
        <w:t>u smislu članka 2. točke 1. Zakona o obavljanju studentskih poslova („Narodne novine“ broj 96/2018) izjavljujem da imam status studenta/ice te:</w:t>
      </w:r>
    </w:p>
    <w:p w:rsidR="00805AA3" w:rsidRPr="00805AA3" w:rsidRDefault="00805AA3" w:rsidP="00805AA3">
      <w:pPr>
        <w:spacing w:after="0" w:line="360" w:lineRule="auto"/>
        <w:jc w:val="both"/>
        <w:rPr>
          <w:rFonts w:ascii="Times New Roman" w:eastAsia="Times New Roman" w:hAnsi="Times New Roman" w:cs="Times New Roman"/>
          <w:sz w:val="10"/>
          <w:szCs w:val="10"/>
          <w:lang w:val="hr-HR"/>
        </w:rPr>
      </w:pPr>
    </w:p>
    <w:p w:rsidR="00805AA3" w:rsidRPr="00805AA3" w:rsidRDefault="00805AA3" w:rsidP="00805AA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Times New Roman" w:hAnsi="Times New Roman" w:cs="Times New Roman"/>
          <w:sz w:val="24"/>
          <w:szCs w:val="24"/>
          <w:lang w:val="hr-HR"/>
        </w:rPr>
        <w:tab/>
        <w:t>- nemam zasnovan radni odnos,</w:t>
      </w:r>
    </w:p>
    <w:p w:rsidR="00805AA3" w:rsidRPr="00805AA3" w:rsidRDefault="00805AA3" w:rsidP="00805AA3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- ne obavljam samostalnu djelatnost obrta, </w:t>
      </w:r>
    </w:p>
    <w:p w:rsidR="00805AA3" w:rsidRPr="00805AA3" w:rsidRDefault="00805AA3" w:rsidP="00805AA3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- ne obavljam slobodno zanimanje, </w:t>
      </w:r>
    </w:p>
    <w:p w:rsidR="00805AA3" w:rsidRDefault="00805AA3" w:rsidP="00805AA3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Times New Roman" w:hAnsi="Times New Roman" w:cs="Times New Roman"/>
          <w:sz w:val="24"/>
          <w:szCs w:val="24"/>
          <w:lang w:val="hr-HR"/>
        </w:rPr>
        <w:t>- ne obavljam djelatnost poljoprivrede i šumarstva.</w:t>
      </w:r>
    </w:p>
    <w:p w:rsidR="00805AA3" w:rsidRPr="00805AA3" w:rsidRDefault="00805AA3" w:rsidP="00805AA3">
      <w:pPr>
        <w:spacing w:before="240"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>U slučaju promjene okolnosti vezanih za navedeno u ovoj Izjavi, obvezujem se bez odgađanja obavijestiti Student servis.</w:t>
      </w:r>
    </w:p>
    <w:p w:rsidR="00805AA3" w:rsidRDefault="00805AA3" w:rsidP="00805A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805AA3" w:rsidRPr="00805AA3" w:rsidRDefault="00805AA3" w:rsidP="00805A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805AA3" w:rsidRDefault="00805AA3" w:rsidP="00805A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              </w:t>
      </w:r>
    </w:p>
    <w:p w:rsidR="00805AA3" w:rsidRPr="00805AA3" w:rsidRDefault="00805AA3" w:rsidP="00805A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</w:t>
      </w:r>
    </w:p>
    <w:p w:rsidR="00805AA3" w:rsidRDefault="00805AA3" w:rsidP="00805A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F9EFD" wp14:editId="2D5352F6">
                <wp:simplePos x="0" y="0"/>
                <wp:positionH relativeFrom="column">
                  <wp:posOffset>3295015</wp:posOffset>
                </wp:positionH>
                <wp:positionV relativeFrom="paragraph">
                  <wp:posOffset>66040</wp:posOffset>
                </wp:positionV>
                <wp:extent cx="19716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FE84AF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45pt,5.2pt" to="414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550DC" wp14:editId="6D0BC19D">
                <wp:simplePos x="0" y="0"/>
                <wp:positionH relativeFrom="column">
                  <wp:posOffset>19049</wp:posOffset>
                </wp:positionH>
                <wp:positionV relativeFrom="paragraph">
                  <wp:posOffset>66040</wp:posOffset>
                </wp:positionV>
                <wp:extent cx="19716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5D9F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5.2pt" to="156.7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</w:t>
      </w:r>
    </w:p>
    <w:p w:rsidR="00805AA3" w:rsidRPr="00805AA3" w:rsidRDefault="00805AA3" w:rsidP="00805A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  </w:t>
      </w: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(mjesto, datum)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    </w:t>
      </w:r>
      <w:r w:rsidRPr="00805AA3">
        <w:rPr>
          <w:rFonts w:ascii="Times New Roman" w:eastAsia="Calibri" w:hAnsi="Times New Roman" w:cs="Times New Roman"/>
          <w:sz w:val="24"/>
          <w:szCs w:val="24"/>
          <w:lang w:val="hr-HR"/>
        </w:rPr>
        <w:t>(potpis)</w:t>
      </w:r>
    </w:p>
    <w:p w:rsidR="00E219F3" w:rsidRDefault="00E219F3" w:rsidP="00E219F3"/>
    <w:sectPr w:rsidR="00E219F3" w:rsidSect="00FF0E68">
      <w:headerReference w:type="first" r:id="rId7"/>
      <w:footerReference w:type="first" r:id="rId8"/>
      <w:pgSz w:w="11907" w:h="16839" w:code="9"/>
      <w:pgMar w:top="3240" w:right="1647" w:bottom="2070" w:left="207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7B8" w:rsidRDefault="00E317B8" w:rsidP="007E6FE8">
      <w:pPr>
        <w:spacing w:after="0" w:line="240" w:lineRule="auto"/>
      </w:pPr>
      <w:r>
        <w:separator/>
      </w:r>
    </w:p>
  </w:endnote>
  <w:endnote w:type="continuationSeparator" w:id="0">
    <w:p w:rsidR="00E317B8" w:rsidRDefault="00E317B8" w:rsidP="007E6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9D3" w:rsidRDefault="00862C5D">
    <w:pPr>
      <w:pStyle w:val="Footer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223851</wp:posOffset>
          </wp:positionH>
          <wp:positionV relativeFrom="paragraph">
            <wp:posOffset>-755650</wp:posOffset>
          </wp:positionV>
          <wp:extent cx="6215380" cy="806450"/>
          <wp:effectExtent l="0" t="0" r="0" b="0"/>
          <wp:wrapNone/>
          <wp:docPr id="97" name="Picture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promo\vizitka_vezica_memo\footer-32-3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15380" cy="806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7B8" w:rsidRDefault="00E317B8" w:rsidP="007E6FE8">
      <w:pPr>
        <w:spacing w:after="0" w:line="240" w:lineRule="auto"/>
      </w:pPr>
      <w:r>
        <w:separator/>
      </w:r>
    </w:p>
  </w:footnote>
  <w:footnote w:type="continuationSeparator" w:id="0">
    <w:p w:rsidR="00E317B8" w:rsidRDefault="00E317B8" w:rsidP="007E6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9D3" w:rsidRDefault="00ED49D3" w:rsidP="00E219F3">
    <w:pPr>
      <w:pStyle w:val="Header"/>
      <w:tabs>
        <w:tab w:val="clear" w:pos="4703"/>
        <w:tab w:val="clear" w:pos="9406"/>
        <w:tab w:val="left" w:pos="197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255B728C" wp14:editId="40461962">
          <wp:simplePos x="0" y="0"/>
          <wp:positionH relativeFrom="page">
            <wp:posOffset>638175</wp:posOffset>
          </wp:positionH>
          <wp:positionV relativeFrom="paragraph">
            <wp:posOffset>-314325</wp:posOffset>
          </wp:positionV>
          <wp:extent cx="6467475" cy="1664335"/>
          <wp:effectExtent l="0" t="0" r="9525" b="0"/>
          <wp:wrapNone/>
          <wp:docPr id="96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-3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58" r="4054"/>
                  <a:stretch/>
                </pic:blipFill>
                <pic:spPr bwMode="auto">
                  <a:xfrm>
                    <a:off x="0" y="0"/>
                    <a:ext cx="6467475" cy="1664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19F3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AA3"/>
    <w:rsid w:val="000812B8"/>
    <w:rsid w:val="00097165"/>
    <w:rsid w:val="000F55B0"/>
    <w:rsid w:val="003565BF"/>
    <w:rsid w:val="00491FFB"/>
    <w:rsid w:val="00492F37"/>
    <w:rsid w:val="004A2DF0"/>
    <w:rsid w:val="005140A2"/>
    <w:rsid w:val="006F2719"/>
    <w:rsid w:val="007E6FE8"/>
    <w:rsid w:val="00805AA3"/>
    <w:rsid w:val="00862C5D"/>
    <w:rsid w:val="008858C1"/>
    <w:rsid w:val="00953E6E"/>
    <w:rsid w:val="009F3D23"/>
    <w:rsid w:val="00A429CA"/>
    <w:rsid w:val="00A5471C"/>
    <w:rsid w:val="00AC4A04"/>
    <w:rsid w:val="00B76936"/>
    <w:rsid w:val="00CC4CD0"/>
    <w:rsid w:val="00D463ED"/>
    <w:rsid w:val="00E219F3"/>
    <w:rsid w:val="00E317B8"/>
    <w:rsid w:val="00E34E2E"/>
    <w:rsid w:val="00EB1FFD"/>
    <w:rsid w:val="00ED49D3"/>
    <w:rsid w:val="00F67170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63C6-58DA-4D61-BD76-5BDB222D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6F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FE8"/>
  </w:style>
  <w:style w:type="paragraph" w:styleId="Footer">
    <w:name w:val="footer"/>
    <w:basedOn w:val="Normal"/>
    <w:link w:val="FooterChar"/>
    <w:uiPriority w:val="99"/>
    <w:unhideWhenUsed/>
    <w:rsid w:val="007E6F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FE8"/>
  </w:style>
  <w:style w:type="paragraph" w:styleId="BalloonText">
    <w:name w:val="Balloon Text"/>
    <w:basedOn w:val="Normal"/>
    <w:link w:val="BalloonTextChar"/>
    <w:uiPriority w:val="99"/>
    <w:semiHidden/>
    <w:unhideWhenUsed/>
    <w:rsid w:val="00A54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71C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4CD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C4CD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jan\Desktop\Bojan\memorand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B177C-3A12-409B-91D5-9325A9AB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memorandum.dotx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</dc:creator>
  <cp:lastModifiedBy>sonja</cp:lastModifiedBy>
  <cp:revision>2</cp:revision>
  <cp:lastPrinted>2020-01-17T07:12:00Z</cp:lastPrinted>
  <dcterms:created xsi:type="dcterms:W3CDTF">2020-10-07T12:33:00Z</dcterms:created>
  <dcterms:modified xsi:type="dcterms:W3CDTF">2020-10-07T12:33:00Z</dcterms:modified>
</cp:coreProperties>
</file>